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13ACD7A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612DD5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612DD5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510C450E" w14:textId="4E7058CA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612DD5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612DD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5BD62FA8" w:rsidR="0085747A" w:rsidRPr="00057B7D" w:rsidRDefault="00057B7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57B7D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4A08BD11" w:rsidR="00015B8F" w:rsidRPr="009C54AE" w:rsidRDefault="00057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5E348E9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214F2993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4FAA36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577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586C5C77" w:rsidR="0085747A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5237166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03AA1A3E" w:rsidR="00C61DC5" w:rsidRPr="009C54AE" w:rsidRDefault="00057B7D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DD255" w14:textId="77777777" w:rsidR="00113573" w:rsidRDefault="00113573" w:rsidP="00C16ABF">
      <w:pPr>
        <w:spacing w:after="0" w:line="240" w:lineRule="auto"/>
      </w:pPr>
      <w:r>
        <w:separator/>
      </w:r>
    </w:p>
  </w:endnote>
  <w:endnote w:type="continuationSeparator" w:id="0">
    <w:p w14:paraId="329BE9F3" w14:textId="77777777" w:rsidR="00113573" w:rsidRDefault="001135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0EF0D" w14:textId="77777777" w:rsidR="00113573" w:rsidRDefault="00113573" w:rsidP="00C16ABF">
      <w:pPr>
        <w:spacing w:after="0" w:line="240" w:lineRule="auto"/>
      </w:pPr>
      <w:r>
        <w:separator/>
      </w:r>
    </w:p>
  </w:footnote>
  <w:footnote w:type="continuationSeparator" w:id="0">
    <w:p w14:paraId="0B0E2C09" w14:textId="77777777" w:rsidR="00113573" w:rsidRDefault="00113573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B7D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13573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77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DD5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6F3A3B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35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FAF60B-F60D-47ED-BD1E-481BD2C6D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1036</Words>
  <Characters>6219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17</cp:revision>
  <cp:lastPrinted>2019-02-06T12:12:00Z</cp:lastPrinted>
  <dcterms:created xsi:type="dcterms:W3CDTF">2020-10-24T12:19:00Z</dcterms:created>
  <dcterms:modified xsi:type="dcterms:W3CDTF">2021-09-03T10:31:00Z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